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21AC" w14:textId="79E7EEA2" w:rsidR="00B51434" w:rsidRPr="00413F3C" w:rsidRDefault="00A77CE2" w:rsidP="00117214">
      <w:pPr>
        <w:jc w:val="right"/>
        <w:rPr>
          <w:lang w:val="en-GB"/>
        </w:rPr>
      </w:pPr>
      <w:r w:rsidRPr="00413F3C">
        <w:rPr>
          <w:lang w:val="en-GB"/>
        </w:rPr>
        <w:t>10</w:t>
      </w:r>
      <w:r w:rsidR="00783B0A">
        <w:rPr>
          <w:lang w:val="en-GB"/>
        </w:rPr>
        <w:t xml:space="preserve"> February </w:t>
      </w:r>
      <w:r w:rsidR="00B51434" w:rsidRPr="00413F3C">
        <w:rPr>
          <w:lang w:val="en-GB"/>
        </w:rPr>
        <w:t>202</w:t>
      </w:r>
      <w:r w:rsidRPr="00413F3C">
        <w:rPr>
          <w:lang w:val="en-GB"/>
        </w:rPr>
        <w:t>3</w:t>
      </w:r>
    </w:p>
    <w:p w14:paraId="02AC77CA" w14:textId="77777777" w:rsidR="00B51434" w:rsidRPr="00413F3C" w:rsidRDefault="00B51434" w:rsidP="00117214">
      <w:pPr>
        <w:rPr>
          <w:lang w:val="en-GB"/>
        </w:rPr>
      </w:pPr>
    </w:p>
    <w:p w14:paraId="3DDDF56C" w14:textId="15908D10" w:rsidR="00C1109F" w:rsidRPr="00413F3C" w:rsidRDefault="00AE2915" w:rsidP="00251ECD">
      <w:pPr>
        <w:spacing w:line="240" w:lineRule="auto"/>
        <w:rPr>
          <w:lang w:val="en-GB"/>
        </w:rPr>
      </w:pPr>
      <w:r>
        <w:rPr>
          <w:sz w:val="28"/>
          <w:szCs w:val="28"/>
          <w:lang w:val="en-GB"/>
        </w:rPr>
        <w:t>Multiple</w:t>
      </w:r>
      <w:r w:rsidR="00834CB9">
        <w:rPr>
          <w:sz w:val="28"/>
          <w:szCs w:val="28"/>
          <w:lang w:val="en-GB"/>
        </w:rPr>
        <w:t xml:space="preserve"> accolades</w:t>
      </w:r>
      <w:r w:rsidRPr="00413F3C">
        <w:rPr>
          <w:sz w:val="36"/>
          <w:szCs w:val="36"/>
          <w:lang w:val="en-GB"/>
        </w:rPr>
        <w:t xml:space="preserve"> </w:t>
      </w:r>
      <w:r w:rsidR="00C1109F" w:rsidRPr="00413F3C">
        <w:rPr>
          <w:sz w:val="36"/>
          <w:szCs w:val="36"/>
          <w:lang w:val="en-GB"/>
        </w:rPr>
        <w:br/>
        <w:t>Krones win</w:t>
      </w:r>
      <w:r w:rsidR="00832983">
        <w:rPr>
          <w:sz w:val="36"/>
          <w:szCs w:val="36"/>
          <w:lang w:val="en-GB"/>
        </w:rPr>
        <w:t>s two</w:t>
      </w:r>
      <w:r w:rsidR="00C1109F" w:rsidRPr="00413F3C">
        <w:rPr>
          <w:sz w:val="36"/>
          <w:szCs w:val="36"/>
          <w:lang w:val="en-GB"/>
        </w:rPr>
        <w:t xml:space="preserve"> German Design Awards </w:t>
      </w:r>
      <w:r w:rsidR="002F7D9C">
        <w:rPr>
          <w:sz w:val="36"/>
          <w:szCs w:val="36"/>
          <w:lang w:val="en-GB"/>
        </w:rPr>
        <w:t xml:space="preserve">in </w:t>
      </w:r>
      <w:r w:rsidR="00C1109F" w:rsidRPr="00413F3C">
        <w:rPr>
          <w:sz w:val="36"/>
          <w:szCs w:val="36"/>
          <w:lang w:val="en-GB"/>
        </w:rPr>
        <w:t>2023</w:t>
      </w:r>
    </w:p>
    <w:p w14:paraId="1314971F" w14:textId="071CFA31" w:rsidR="00B51434" w:rsidRPr="00413F3C" w:rsidRDefault="00B51434" w:rsidP="00117214">
      <w:pPr>
        <w:rPr>
          <w:lang w:val="en-GB"/>
        </w:rPr>
      </w:pPr>
    </w:p>
    <w:p w14:paraId="65FD09F5" w14:textId="59D0184A" w:rsidR="00C1109F" w:rsidRPr="00413F3C" w:rsidRDefault="00C1109F" w:rsidP="00C1109F">
      <w:pPr>
        <w:pStyle w:val="Listenabsatz"/>
        <w:numPr>
          <w:ilvl w:val="0"/>
          <w:numId w:val="19"/>
        </w:numPr>
        <w:rPr>
          <w:rStyle w:val="Seitenzahl"/>
          <w:rFonts w:ascii="Times New Roman" w:hAnsi="Times New Roman"/>
          <w:color w:val="auto"/>
          <w:lang w:val="en-GB"/>
        </w:rPr>
      </w:pPr>
      <w:r w:rsidRPr="00413F3C">
        <w:rPr>
          <w:rStyle w:val="Seitenzahl"/>
          <w:rFonts w:ascii="Times New Roman" w:hAnsi="Times New Roman"/>
          <w:color w:val="auto"/>
          <w:lang w:val="en-GB"/>
        </w:rPr>
        <w:t xml:space="preserve">Krones </w:t>
      </w:r>
      <w:r w:rsidR="002F7D9C">
        <w:rPr>
          <w:rStyle w:val="Seitenzahl"/>
          <w:rFonts w:ascii="Times New Roman" w:hAnsi="Times New Roman"/>
          <w:color w:val="auto"/>
          <w:lang w:val="en-GB"/>
        </w:rPr>
        <w:t>came</w:t>
      </w:r>
      <w:r w:rsidR="00E315D6">
        <w:rPr>
          <w:rStyle w:val="Seitenzahl"/>
          <w:rFonts w:ascii="Times New Roman" w:hAnsi="Times New Roman"/>
          <w:color w:val="auto"/>
          <w:lang w:val="en-GB"/>
        </w:rPr>
        <w:t xml:space="preserve"> away with </w:t>
      </w:r>
      <w:r w:rsidR="0051594B">
        <w:rPr>
          <w:rStyle w:val="Seitenzahl"/>
          <w:rFonts w:ascii="Times New Roman" w:hAnsi="Times New Roman"/>
          <w:color w:val="auto"/>
          <w:lang w:val="en-GB"/>
        </w:rPr>
        <w:t xml:space="preserve">no </w:t>
      </w:r>
      <w:r w:rsidR="00ED696C">
        <w:rPr>
          <w:rStyle w:val="Seitenzahl"/>
          <w:rFonts w:ascii="Times New Roman" w:hAnsi="Times New Roman"/>
          <w:color w:val="auto"/>
          <w:lang w:val="en-GB"/>
        </w:rPr>
        <w:t>fewer</w:t>
      </w:r>
      <w:r w:rsidR="0051594B">
        <w:rPr>
          <w:rStyle w:val="Seitenzahl"/>
          <w:rFonts w:ascii="Times New Roman" w:hAnsi="Times New Roman"/>
          <w:color w:val="auto"/>
          <w:lang w:val="en-GB"/>
        </w:rPr>
        <w:t xml:space="preserve"> than tw</w:t>
      </w:r>
      <w:r w:rsidR="00E315D6">
        <w:rPr>
          <w:rStyle w:val="Seitenzahl"/>
          <w:rFonts w:ascii="Times New Roman" w:hAnsi="Times New Roman"/>
          <w:color w:val="auto"/>
          <w:lang w:val="en-GB"/>
        </w:rPr>
        <w:t>o prizes</w:t>
      </w:r>
      <w:r w:rsidR="0051594B">
        <w:rPr>
          <w:rStyle w:val="Seitenzahl"/>
          <w:rFonts w:ascii="Times New Roman" w:hAnsi="Times New Roman"/>
          <w:color w:val="auto"/>
          <w:lang w:val="en-GB"/>
        </w:rPr>
        <w:t xml:space="preserve"> in th</w:t>
      </w:r>
      <w:r w:rsidR="002B4CE0">
        <w:rPr>
          <w:rStyle w:val="Seitenzahl"/>
          <w:rFonts w:ascii="Times New Roman" w:hAnsi="Times New Roman"/>
          <w:color w:val="auto"/>
          <w:lang w:val="en-GB"/>
        </w:rPr>
        <w:t>e</w:t>
      </w:r>
      <w:r w:rsidR="0051594B">
        <w:rPr>
          <w:rStyle w:val="Seitenzahl"/>
          <w:rFonts w:ascii="Times New Roman" w:hAnsi="Times New Roman"/>
          <w:color w:val="auto"/>
          <w:lang w:val="en-GB"/>
        </w:rPr>
        <w:t xml:space="preserve"> </w:t>
      </w:r>
      <w:r w:rsidR="002B4CE0" w:rsidRPr="00413F3C">
        <w:rPr>
          <w:rStyle w:val="Seitenzahl"/>
          <w:rFonts w:ascii="Times New Roman" w:hAnsi="Times New Roman"/>
          <w:color w:val="auto"/>
          <w:lang w:val="en-GB"/>
        </w:rPr>
        <w:t>Excellent Product Design Industry</w:t>
      </w:r>
      <w:r w:rsidR="002B4CE0">
        <w:rPr>
          <w:rStyle w:val="Seitenzahl"/>
          <w:rFonts w:ascii="Times New Roman" w:hAnsi="Times New Roman"/>
          <w:color w:val="auto"/>
          <w:lang w:val="en-GB"/>
        </w:rPr>
        <w:t xml:space="preserve"> category of the</w:t>
      </w:r>
      <w:r w:rsidRPr="00413F3C">
        <w:rPr>
          <w:rStyle w:val="Seitenzahl"/>
          <w:rFonts w:ascii="Times New Roman" w:hAnsi="Times New Roman"/>
          <w:color w:val="auto"/>
          <w:lang w:val="en-GB"/>
        </w:rPr>
        <w:t xml:space="preserve"> </w:t>
      </w:r>
      <w:r w:rsidR="002F7D9C">
        <w:rPr>
          <w:rStyle w:val="Seitenzahl"/>
          <w:rFonts w:ascii="Times New Roman" w:hAnsi="Times New Roman"/>
          <w:color w:val="auto"/>
          <w:lang w:val="en-GB"/>
        </w:rPr>
        <w:t xml:space="preserve">2023 </w:t>
      </w:r>
      <w:r w:rsidRPr="00413F3C">
        <w:rPr>
          <w:rStyle w:val="Seitenzahl"/>
          <w:rFonts w:ascii="Times New Roman" w:hAnsi="Times New Roman"/>
          <w:color w:val="auto"/>
          <w:lang w:val="en-GB"/>
        </w:rPr>
        <w:t xml:space="preserve">German Design Award Special. </w:t>
      </w:r>
    </w:p>
    <w:p w14:paraId="3773EC52" w14:textId="5C31EA06" w:rsidR="00C1109F" w:rsidRPr="00413F3C" w:rsidRDefault="0085632A" w:rsidP="00C1109F">
      <w:pPr>
        <w:pStyle w:val="Listenabsatz"/>
        <w:numPr>
          <w:ilvl w:val="0"/>
          <w:numId w:val="19"/>
        </w:numPr>
        <w:rPr>
          <w:rStyle w:val="Seitenzahl"/>
          <w:rFonts w:ascii="Times New Roman" w:hAnsi="Times New Roman"/>
          <w:color w:val="auto"/>
          <w:lang w:val="en-GB"/>
        </w:rPr>
      </w:pPr>
      <w:r>
        <w:rPr>
          <w:rStyle w:val="Seitenzahl"/>
          <w:rFonts w:ascii="Times New Roman" w:hAnsi="Times New Roman"/>
          <w:color w:val="auto"/>
          <w:lang w:val="en-GB"/>
        </w:rPr>
        <w:t>The accolades were conferred on b</w:t>
      </w:r>
      <w:r w:rsidR="00BB195E">
        <w:rPr>
          <w:rStyle w:val="Seitenzahl"/>
          <w:rFonts w:ascii="Times New Roman" w:hAnsi="Times New Roman"/>
          <w:color w:val="auto"/>
          <w:lang w:val="en-GB"/>
        </w:rPr>
        <w:t xml:space="preserve">oth </w:t>
      </w:r>
      <w:r w:rsidR="00547434">
        <w:rPr>
          <w:rStyle w:val="Seitenzahl"/>
          <w:rFonts w:ascii="Times New Roman" w:hAnsi="Times New Roman"/>
          <w:color w:val="auto"/>
          <w:lang w:val="en-GB"/>
        </w:rPr>
        <w:t>the new generation of the Contiform stretch blow-moulding machine and the</w:t>
      </w:r>
      <w:r w:rsidR="006C6441">
        <w:rPr>
          <w:rStyle w:val="Seitenzahl"/>
          <w:rFonts w:ascii="Times New Roman" w:hAnsi="Times New Roman"/>
          <w:color w:val="auto"/>
          <w:lang w:val="en-GB"/>
        </w:rPr>
        <w:t xml:space="preserve"> </w:t>
      </w:r>
      <w:r w:rsidR="00C1109F" w:rsidRPr="00413F3C">
        <w:rPr>
          <w:rStyle w:val="Seitenzahl"/>
          <w:rFonts w:ascii="Times New Roman" w:hAnsi="Times New Roman"/>
          <w:color w:val="auto"/>
          <w:lang w:val="en-GB"/>
        </w:rPr>
        <w:t>Mobile Production Robotics</w:t>
      </w:r>
      <w:r w:rsidR="006C6441">
        <w:rPr>
          <w:rStyle w:val="Seitenzahl"/>
          <w:rFonts w:ascii="Times New Roman" w:hAnsi="Times New Roman"/>
          <w:color w:val="auto"/>
          <w:lang w:val="en-GB"/>
        </w:rPr>
        <w:t xml:space="preserve"> system for the</w:t>
      </w:r>
      <w:r w:rsidR="00AB6B36">
        <w:rPr>
          <w:rStyle w:val="Seitenzahl"/>
          <w:rFonts w:ascii="Times New Roman" w:hAnsi="Times New Roman"/>
          <w:color w:val="auto"/>
          <w:lang w:val="en-GB"/>
        </w:rPr>
        <w:t>ir</w:t>
      </w:r>
      <w:r w:rsidR="006C6441">
        <w:rPr>
          <w:rStyle w:val="Seitenzahl"/>
          <w:rFonts w:ascii="Times New Roman" w:hAnsi="Times New Roman"/>
          <w:color w:val="auto"/>
          <w:lang w:val="en-GB"/>
        </w:rPr>
        <w:t xml:space="preserve"> </w:t>
      </w:r>
      <w:r w:rsidR="00CB1936">
        <w:rPr>
          <w:rStyle w:val="Seitenzahl"/>
          <w:rFonts w:ascii="Times New Roman" w:hAnsi="Times New Roman"/>
          <w:color w:val="auto"/>
          <w:lang w:val="en-GB"/>
        </w:rPr>
        <w:t>superior</w:t>
      </w:r>
      <w:r w:rsidR="006006FE">
        <w:rPr>
          <w:rStyle w:val="Seitenzahl"/>
          <w:rFonts w:ascii="Times New Roman" w:hAnsi="Times New Roman"/>
          <w:color w:val="auto"/>
          <w:lang w:val="en-GB"/>
        </w:rPr>
        <w:t xml:space="preserve"> </w:t>
      </w:r>
      <w:r w:rsidR="009F755E">
        <w:rPr>
          <w:rStyle w:val="Seitenzahl"/>
          <w:rFonts w:ascii="Times New Roman" w:hAnsi="Times New Roman"/>
          <w:color w:val="auto"/>
          <w:lang w:val="en-GB"/>
        </w:rPr>
        <w:t>design</w:t>
      </w:r>
      <w:r w:rsidR="00C1109F" w:rsidRPr="00413F3C">
        <w:rPr>
          <w:rStyle w:val="Seitenzahl"/>
          <w:rFonts w:ascii="Times New Roman" w:hAnsi="Times New Roman"/>
          <w:color w:val="auto"/>
          <w:lang w:val="en-GB"/>
        </w:rPr>
        <w:t xml:space="preserve">. </w:t>
      </w:r>
    </w:p>
    <w:p w14:paraId="1D4EE16F" w14:textId="77777777" w:rsidR="00B51434" w:rsidRPr="00413F3C" w:rsidRDefault="00B51434" w:rsidP="00117214">
      <w:pPr>
        <w:rPr>
          <w:lang w:val="en-GB"/>
        </w:rPr>
      </w:pPr>
    </w:p>
    <w:p w14:paraId="27F3F6E0" w14:textId="4050767E" w:rsidR="00DA09E6" w:rsidRPr="00BB0E23" w:rsidRDefault="00C1109F" w:rsidP="00C1109F">
      <w:pPr>
        <w:rPr>
          <w:rFonts w:cs="Times New Roman"/>
          <w:szCs w:val="22"/>
          <w:lang w:val="en-GB"/>
        </w:rPr>
      </w:pPr>
      <w:r w:rsidRPr="00413F3C">
        <w:rPr>
          <w:lang w:val="en-GB"/>
        </w:rPr>
        <w:t xml:space="preserve">Krones </w:t>
      </w:r>
      <w:r w:rsidR="00B824C8">
        <w:rPr>
          <w:lang w:val="en-GB"/>
        </w:rPr>
        <w:t xml:space="preserve">has </w:t>
      </w:r>
      <w:r w:rsidR="005A1BCB">
        <w:rPr>
          <w:lang w:val="en-GB"/>
        </w:rPr>
        <w:t>score</w:t>
      </w:r>
      <w:r w:rsidR="00B824C8">
        <w:rPr>
          <w:lang w:val="en-GB"/>
        </w:rPr>
        <w:t>d</w:t>
      </w:r>
      <w:r w:rsidR="005A1BCB">
        <w:rPr>
          <w:lang w:val="en-GB"/>
        </w:rPr>
        <w:t xml:space="preserve"> yet again</w:t>
      </w:r>
      <w:r w:rsidR="004E20ED">
        <w:rPr>
          <w:lang w:val="en-GB"/>
        </w:rPr>
        <w:t xml:space="preserve"> in terms of design </w:t>
      </w:r>
      <w:r w:rsidR="006006FE">
        <w:rPr>
          <w:lang w:val="en-GB"/>
        </w:rPr>
        <w:t xml:space="preserve">excellence – </w:t>
      </w:r>
      <w:r w:rsidR="007E0CFD">
        <w:rPr>
          <w:lang w:val="en-GB"/>
        </w:rPr>
        <w:t xml:space="preserve">presenting not just one but </w:t>
      </w:r>
      <w:r w:rsidR="006006FE">
        <w:rPr>
          <w:lang w:val="en-GB"/>
        </w:rPr>
        <w:t xml:space="preserve">two innovations: </w:t>
      </w:r>
      <w:r w:rsidR="005062DC">
        <w:rPr>
          <w:lang w:val="en-GB"/>
        </w:rPr>
        <w:t>Both the Contiform stretch b</w:t>
      </w:r>
      <w:r w:rsidR="005062DC" w:rsidRPr="00BB0E23">
        <w:rPr>
          <w:rFonts w:cs="Times New Roman"/>
          <w:szCs w:val="22"/>
          <w:lang w:val="en-GB"/>
        </w:rPr>
        <w:t xml:space="preserve">low-moulding machine and the </w:t>
      </w:r>
      <w:r w:rsidRPr="00BB0E23">
        <w:rPr>
          <w:rFonts w:cs="Times New Roman"/>
          <w:szCs w:val="22"/>
          <w:lang w:val="en-GB"/>
        </w:rPr>
        <w:t>Mobile Production Robotics</w:t>
      </w:r>
      <w:r w:rsidR="005062DC" w:rsidRPr="00BB0E23">
        <w:rPr>
          <w:rFonts w:cs="Times New Roman"/>
          <w:szCs w:val="22"/>
          <w:lang w:val="en-GB"/>
        </w:rPr>
        <w:t xml:space="preserve"> system</w:t>
      </w:r>
      <w:r w:rsidRPr="00BB0E23">
        <w:rPr>
          <w:rFonts w:cs="Times New Roman"/>
          <w:szCs w:val="22"/>
          <w:lang w:val="en-GB"/>
        </w:rPr>
        <w:t xml:space="preserve"> w</w:t>
      </w:r>
      <w:r w:rsidR="005062DC" w:rsidRPr="00BB0E23">
        <w:rPr>
          <w:rFonts w:cs="Times New Roman"/>
          <w:szCs w:val="22"/>
          <w:lang w:val="en-GB"/>
        </w:rPr>
        <w:t>on the</w:t>
      </w:r>
      <w:r w:rsidRPr="00BB0E23">
        <w:rPr>
          <w:rFonts w:cs="Times New Roman"/>
          <w:szCs w:val="22"/>
          <w:lang w:val="en-GB"/>
        </w:rPr>
        <w:t xml:space="preserve"> German Design Award in </w:t>
      </w:r>
      <w:r w:rsidR="005062DC" w:rsidRPr="00BB0E23">
        <w:rPr>
          <w:rFonts w:cs="Times New Roman"/>
          <w:szCs w:val="22"/>
          <w:lang w:val="en-GB"/>
        </w:rPr>
        <w:t>the</w:t>
      </w:r>
      <w:r w:rsidRPr="00BB0E23">
        <w:rPr>
          <w:rFonts w:cs="Times New Roman"/>
          <w:szCs w:val="22"/>
          <w:lang w:val="en-GB"/>
        </w:rPr>
        <w:t xml:space="preserve"> Excellent Product Design Industry </w:t>
      </w:r>
      <w:r w:rsidR="005062DC" w:rsidRPr="00BB0E23">
        <w:rPr>
          <w:rFonts w:cs="Times New Roman"/>
          <w:szCs w:val="22"/>
          <w:lang w:val="en-GB"/>
        </w:rPr>
        <w:t xml:space="preserve">category. </w:t>
      </w:r>
      <w:r w:rsidR="008B7FBC">
        <w:rPr>
          <w:lang w:val="en-GB"/>
        </w:rPr>
        <w:t>The</w:t>
      </w:r>
      <w:r w:rsidR="008B7FBC" w:rsidRPr="00300A7A">
        <w:rPr>
          <w:lang w:val="en-GB"/>
        </w:rPr>
        <w:t xml:space="preserve"> German Design Award </w:t>
      </w:r>
      <w:r w:rsidR="00A24A68">
        <w:rPr>
          <w:lang w:val="en-GB"/>
        </w:rPr>
        <w:t>is one of</w:t>
      </w:r>
      <w:r w:rsidR="008B7FBC">
        <w:rPr>
          <w:lang w:val="en-GB"/>
        </w:rPr>
        <w:t xml:space="preserve"> the most prestigious design competitions worldwide, a</w:t>
      </w:r>
      <w:r w:rsidR="008B7FBC" w:rsidRPr="00300A7A">
        <w:rPr>
          <w:lang w:val="en-GB"/>
        </w:rPr>
        <w:t xml:space="preserve">nd </w:t>
      </w:r>
      <w:r w:rsidR="008B7FBC">
        <w:rPr>
          <w:lang w:val="en-GB"/>
        </w:rPr>
        <w:t xml:space="preserve">enjoys an enviable reputation far beyond specialist circles. </w:t>
      </w:r>
      <w:r w:rsidR="00A24A68">
        <w:rPr>
          <w:lang w:val="en-GB"/>
        </w:rPr>
        <w:t xml:space="preserve">By definition, the winner of this distinguished </w:t>
      </w:r>
      <w:r w:rsidR="008B7FBC">
        <w:rPr>
          <w:lang w:val="en-GB"/>
        </w:rPr>
        <w:t>competition ranks among the best</w:t>
      </w:r>
      <w:r w:rsidR="009E1E84">
        <w:rPr>
          <w:lang w:val="en-GB"/>
        </w:rPr>
        <w:t xml:space="preserve"> of the best</w:t>
      </w:r>
      <w:r w:rsidRPr="00BB0E23">
        <w:rPr>
          <w:rFonts w:cs="Times New Roman"/>
          <w:szCs w:val="22"/>
          <w:lang w:val="en-GB"/>
        </w:rPr>
        <w:t>.</w:t>
      </w:r>
    </w:p>
    <w:p w14:paraId="53EF925B" w14:textId="77777777" w:rsidR="00DA09E6" w:rsidRPr="00BB0E23" w:rsidRDefault="00DA09E6" w:rsidP="00C1109F">
      <w:pPr>
        <w:rPr>
          <w:rFonts w:cs="Times New Roman"/>
          <w:szCs w:val="22"/>
          <w:lang w:val="en-GB"/>
        </w:rPr>
      </w:pPr>
    </w:p>
    <w:p w14:paraId="6EB42D36" w14:textId="466BBB49" w:rsidR="00C1109F" w:rsidRPr="00413F3C" w:rsidRDefault="00DA09E6" w:rsidP="00C1109F">
      <w:pPr>
        <w:rPr>
          <w:b/>
          <w:bCs/>
          <w:lang w:val="en-GB"/>
        </w:rPr>
      </w:pPr>
      <w:r w:rsidRPr="00413F3C">
        <w:rPr>
          <w:b/>
          <w:bCs/>
          <w:lang w:val="en-GB"/>
        </w:rPr>
        <w:t>Pr</w:t>
      </w:r>
      <w:r w:rsidR="00320D0B">
        <w:rPr>
          <w:b/>
          <w:bCs/>
          <w:lang w:val="en-GB"/>
        </w:rPr>
        <w:t>ize-winners</w:t>
      </w:r>
      <w:r w:rsidRPr="00413F3C">
        <w:rPr>
          <w:b/>
          <w:bCs/>
          <w:lang w:val="en-GB"/>
        </w:rPr>
        <w:t xml:space="preserve">: </w:t>
      </w:r>
      <w:r w:rsidR="00320D0B">
        <w:rPr>
          <w:b/>
          <w:bCs/>
          <w:lang w:val="en-GB"/>
        </w:rPr>
        <w:t>the new Contiform g</w:t>
      </w:r>
      <w:r w:rsidRPr="00413F3C">
        <w:rPr>
          <w:b/>
          <w:bCs/>
          <w:lang w:val="en-GB"/>
        </w:rPr>
        <w:t xml:space="preserve">eneration </w:t>
      </w:r>
      <w:r w:rsidR="00320D0B">
        <w:rPr>
          <w:b/>
          <w:bCs/>
          <w:lang w:val="en-GB"/>
        </w:rPr>
        <w:t xml:space="preserve">and </w:t>
      </w:r>
      <w:r w:rsidRPr="00413F3C">
        <w:rPr>
          <w:b/>
          <w:bCs/>
          <w:lang w:val="en-GB"/>
        </w:rPr>
        <w:t>Mobile Production Robotics</w:t>
      </w:r>
    </w:p>
    <w:p w14:paraId="79ABED1E" w14:textId="77777777" w:rsidR="00C1109F" w:rsidRPr="00413F3C" w:rsidRDefault="00C1109F" w:rsidP="00C1109F">
      <w:pPr>
        <w:rPr>
          <w:lang w:val="en-GB"/>
        </w:rPr>
      </w:pPr>
    </w:p>
    <w:p w14:paraId="11377492" w14:textId="16156033" w:rsidR="00C1109F" w:rsidRPr="00413F3C" w:rsidRDefault="000E6D31" w:rsidP="00C1109F">
      <w:pPr>
        <w:rPr>
          <w:lang w:val="en-GB"/>
        </w:rPr>
      </w:pPr>
      <w:r>
        <w:rPr>
          <w:lang w:val="en-GB"/>
        </w:rPr>
        <w:t xml:space="preserve">Sometimes it is </w:t>
      </w:r>
      <w:r w:rsidR="00792FF6">
        <w:rPr>
          <w:lang w:val="en-GB"/>
        </w:rPr>
        <w:t>the</w:t>
      </w:r>
      <w:r>
        <w:rPr>
          <w:lang w:val="en-GB"/>
        </w:rPr>
        <w:t xml:space="preserve"> small changes or ideas</w:t>
      </w:r>
      <w:r w:rsidR="008655CF">
        <w:rPr>
          <w:lang w:val="en-GB"/>
        </w:rPr>
        <w:t xml:space="preserve"> which have </w:t>
      </w:r>
      <w:r w:rsidR="004752A3">
        <w:rPr>
          <w:lang w:val="en-GB"/>
        </w:rPr>
        <w:t>the greatest</w:t>
      </w:r>
      <w:r w:rsidR="008655CF">
        <w:rPr>
          <w:lang w:val="en-GB"/>
        </w:rPr>
        <w:t xml:space="preserve"> impact.</w:t>
      </w:r>
      <w:r w:rsidR="00B8067E">
        <w:rPr>
          <w:lang w:val="en-GB"/>
        </w:rPr>
        <w:t xml:space="preserve"> </w:t>
      </w:r>
      <w:r w:rsidR="00B722F2">
        <w:rPr>
          <w:lang w:val="en-GB"/>
        </w:rPr>
        <w:t>The</w:t>
      </w:r>
      <w:r w:rsidR="00B8067E">
        <w:rPr>
          <w:lang w:val="en-GB"/>
        </w:rPr>
        <w:t xml:space="preserve"> </w:t>
      </w:r>
      <w:r w:rsidR="00C1109F" w:rsidRPr="00413F3C">
        <w:rPr>
          <w:lang w:val="en-GB"/>
        </w:rPr>
        <w:t xml:space="preserve">Krones Contiform </w:t>
      </w:r>
      <w:r w:rsidR="00917AC2">
        <w:rPr>
          <w:lang w:val="en-GB"/>
        </w:rPr>
        <w:t xml:space="preserve">family of </w:t>
      </w:r>
      <w:r w:rsidR="00B8067E">
        <w:rPr>
          <w:lang w:val="en-GB"/>
        </w:rPr>
        <w:t>stretch blow-moulder</w:t>
      </w:r>
      <w:r w:rsidR="00EC6D87">
        <w:rPr>
          <w:lang w:val="en-GB"/>
        </w:rPr>
        <w:t>s</w:t>
      </w:r>
      <w:r w:rsidR="00B8067E">
        <w:rPr>
          <w:lang w:val="en-GB"/>
        </w:rPr>
        <w:t xml:space="preserve"> </w:t>
      </w:r>
      <w:r w:rsidR="00A4147A">
        <w:rPr>
          <w:lang w:val="en-GB"/>
        </w:rPr>
        <w:t xml:space="preserve">is </w:t>
      </w:r>
      <w:r w:rsidR="008F755E">
        <w:rPr>
          <w:lang w:val="en-GB"/>
        </w:rPr>
        <w:t>used to</w:t>
      </w:r>
      <w:r w:rsidR="00AF08BC">
        <w:rPr>
          <w:lang w:val="en-GB"/>
        </w:rPr>
        <w:t xml:space="preserve"> produc</w:t>
      </w:r>
      <w:r w:rsidR="008F755E">
        <w:rPr>
          <w:lang w:val="en-GB"/>
        </w:rPr>
        <w:t>e</w:t>
      </w:r>
      <w:r w:rsidR="00AF08BC">
        <w:rPr>
          <w:lang w:val="en-GB"/>
        </w:rPr>
        <w:t xml:space="preserve"> </w:t>
      </w:r>
      <w:r w:rsidR="00B8067E">
        <w:rPr>
          <w:lang w:val="en-GB"/>
        </w:rPr>
        <w:t xml:space="preserve">PET </w:t>
      </w:r>
      <w:r w:rsidR="00B722F2">
        <w:rPr>
          <w:lang w:val="en-GB"/>
        </w:rPr>
        <w:t xml:space="preserve">bottles </w:t>
      </w:r>
      <w:r w:rsidR="00A4147A">
        <w:rPr>
          <w:lang w:val="en-GB"/>
        </w:rPr>
        <w:t xml:space="preserve">and </w:t>
      </w:r>
      <w:r w:rsidR="008F755E">
        <w:rPr>
          <w:lang w:val="en-GB"/>
        </w:rPr>
        <w:t>is</w:t>
      </w:r>
      <w:r w:rsidR="00A21579">
        <w:rPr>
          <w:lang w:val="en-GB"/>
        </w:rPr>
        <w:t xml:space="preserve"> </w:t>
      </w:r>
      <w:r w:rsidR="00917AC2">
        <w:rPr>
          <w:lang w:val="en-GB"/>
        </w:rPr>
        <w:t>now in its fourth generation</w:t>
      </w:r>
      <w:r w:rsidR="005C76B4">
        <w:rPr>
          <w:lang w:val="en-GB"/>
        </w:rPr>
        <w:t>, which</w:t>
      </w:r>
      <w:r w:rsidR="00917AC2">
        <w:rPr>
          <w:lang w:val="en-GB"/>
        </w:rPr>
        <w:t xml:space="preserve"> is </w:t>
      </w:r>
      <w:r w:rsidR="008F755E">
        <w:rPr>
          <w:lang w:val="en-GB"/>
        </w:rPr>
        <w:t>in a class of its own</w:t>
      </w:r>
      <w:r w:rsidR="0060170D">
        <w:rPr>
          <w:lang w:val="en-GB"/>
        </w:rPr>
        <w:t xml:space="preserve">. The </w:t>
      </w:r>
      <w:r w:rsidR="00505B6A">
        <w:rPr>
          <w:lang w:val="en-GB"/>
        </w:rPr>
        <w:t xml:space="preserve">focus </w:t>
      </w:r>
      <w:r w:rsidR="003E2FEB">
        <w:rPr>
          <w:lang w:val="en-GB"/>
        </w:rPr>
        <w:t>in</w:t>
      </w:r>
      <w:r w:rsidR="00505B6A">
        <w:rPr>
          <w:lang w:val="en-GB"/>
        </w:rPr>
        <w:t xml:space="preserve"> this latest evolution was </w:t>
      </w:r>
      <w:r w:rsidR="0060170D">
        <w:rPr>
          <w:lang w:val="en-GB"/>
        </w:rPr>
        <w:t xml:space="preserve">on sustainability and digitalisation – two issues </w:t>
      </w:r>
      <w:r w:rsidR="006C00CD">
        <w:rPr>
          <w:lang w:val="en-GB"/>
        </w:rPr>
        <w:t xml:space="preserve">currently </w:t>
      </w:r>
      <w:r w:rsidR="00CA215E">
        <w:rPr>
          <w:lang w:val="en-GB"/>
        </w:rPr>
        <w:t xml:space="preserve">pre-occupying </w:t>
      </w:r>
      <w:r w:rsidR="00CF5C25">
        <w:rPr>
          <w:lang w:val="en-GB"/>
        </w:rPr>
        <w:t>all</w:t>
      </w:r>
      <w:r w:rsidR="00CA215E">
        <w:rPr>
          <w:lang w:val="en-GB"/>
        </w:rPr>
        <w:t xml:space="preserve"> player</w:t>
      </w:r>
      <w:r w:rsidR="00CF5C25">
        <w:rPr>
          <w:lang w:val="en-GB"/>
        </w:rPr>
        <w:t>s</w:t>
      </w:r>
      <w:r w:rsidR="00CA215E">
        <w:rPr>
          <w:lang w:val="en-GB"/>
        </w:rPr>
        <w:t xml:space="preserve"> in</w:t>
      </w:r>
      <w:r w:rsidR="006C00CD">
        <w:rPr>
          <w:lang w:val="en-GB"/>
        </w:rPr>
        <w:t xml:space="preserve"> the industrial </w:t>
      </w:r>
      <w:r w:rsidR="00DB43A2">
        <w:rPr>
          <w:lang w:val="en-GB"/>
        </w:rPr>
        <w:t>sector</w:t>
      </w:r>
      <w:r w:rsidR="00CA215E">
        <w:rPr>
          <w:lang w:val="en-GB"/>
        </w:rPr>
        <w:t>.</w:t>
      </w:r>
      <w:r w:rsidR="006C00CD">
        <w:rPr>
          <w:lang w:val="en-GB"/>
        </w:rPr>
        <w:t xml:space="preserve"> </w:t>
      </w:r>
      <w:r w:rsidR="00C1109F" w:rsidRPr="00413F3C">
        <w:rPr>
          <w:lang w:val="en-GB"/>
        </w:rPr>
        <w:t>Intelligent</w:t>
      </w:r>
      <w:r w:rsidR="00DB43A2">
        <w:rPr>
          <w:lang w:val="en-GB"/>
        </w:rPr>
        <w:t xml:space="preserve"> f</w:t>
      </w:r>
      <w:r w:rsidR="00C1109F" w:rsidRPr="00413F3C">
        <w:rPr>
          <w:lang w:val="en-GB"/>
        </w:rPr>
        <w:t xml:space="preserve">eatures </w:t>
      </w:r>
      <w:r w:rsidR="00DB43A2">
        <w:rPr>
          <w:lang w:val="en-GB"/>
        </w:rPr>
        <w:t>such as</w:t>
      </w:r>
      <w:r w:rsidR="00C1109F" w:rsidRPr="00413F3C">
        <w:rPr>
          <w:lang w:val="en-GB"/>
        </w:rPr>
        <w:t xml:space="preserve"> Contiloop AI, Air Wizard Triple </w:t>
      </w:r>
      <w:r w:rsidR="00DB43A2">
        <w:rPr>
          <w:lang w:val="en-GB"/>
        </w:rPr>
        <w:t>a</w:t>
      </w:r>
      <w:r w:rsidR="00C1109F" w:rsidRPr="00413F3C">
        <w:rPr>
          <w:lang w:val="en-GB"/>
        </w:rPr>
        <w:t>nd Skip</w:t>
      </w:r>
      <w:r w:rsidR="0091331B" w:rsidRPr="00413F3C">
        <w:rPr>
          <w:lang w:val="en-GB"/>
        </w:rPr>
        <w:t>-</w:t>
      </w:r>
      <w:r w:rsidR="00C1109F" w:rsidRPr="00413F3C">
        <w:rPr>
          <w:lang w:val="en-GB"/>
        </w:rPr>
        <w:t>and</w:t>
      </w:r>
      <w:r w:rsidR="0091331B" w:rsidRPr="00413F3C">
        <w:rPr>
          <w:lang w:val="en-GB"/>
        </w:rPr>
        <w:t>-</w:t>
      </w:r>
      <w:r w:rsidR="00C1109F" w:rsidRPr="00413F3C">
        <w:rPr>
          <w:lang w:val="en-GB"/>
        </w:rPr>
        <w:t xml:space="preserve">Run </w:t>
      </w:r>
      <w:r w:rsidR="00215577">
        <w:rPr>
          <w:lang w:val="en-GB"/>
        </w:rPr>
        <w:t>combine to reduce</w:t>
      </w:r>
      <w:r w:rsidR="00CA215E">
        <w:rPr>
          <w:lang w:val="en-GB"/>
        </w:rPr>
        <w:t xml:space="preserve"> the new generation’s </w:t>
      </w:r>
      <w:r w:rsidR="00C1109F" w:rsidRPr="00413F3C">
        <w:rPr>
          <w:lang w:val="en-GB"/>
        </w:rPr>
        <w:t>CO</w:t>
      </w:r>
      <w:r w:rsidR="00C1109F" w:rsidRPr="00DB43A2">
        <w:rPr>
          <w:vertAlign w:val="subscript"/>
          <w:lang w:val="en-GB"/>
        </w:rPr>
        <w:t>2</w:t>
      </w:r>
      <w:r w:rsidR="00DB43A2">
        <w:rPr>
          <w:lang w:val="en-GB"/>
        </w:rPr>
        <w:t xml:space="preserve"> em</w:t>
      </w:r>
      <w:r w:rsidR="00C1109F" w:rsidRPr="00413F3C">
        <w:rPr>
          <w:lang w:val="en-GB"/>
        </w:rPr>
        <w:t>ission</w:t>
      </w:r>
      <w:r w:rsidR="00DB43A2">
        <w:rPr>
          <w:lang w:val="en-GB"/>
        </w:rPr>
        <w:t>s by 16 per cent</w:t>
      </w:r>
      <w:r w:rsidR="00C1109F" w:rsidRPr="00413F3C">
        <w:rPr>
          <w:lang w:val="en-GB"/>
        </w:rPr>
        <w:t>.</w:t>
      </w:r>
      <w:r w:rsidR="00C10475">
        <w:rPr>
          <w:lang w:val="en-GB"/>
        </w:rPr>
        <w:t xml:space="preserve"> Thanks to a synergised symbiosis of h</w:t>
      </w:r>
      <w:r w:rsidR="000556FC">
        <w:rPr>
          <w:lang w:val="en-GB"/>
        </w:rPr>
        <w:t>uman-centred operat</w:t>
      </w:r>
      <w:r w:rsidR="00C10475">
        <w:rPr>
          <w:lang w:val="en-GB"/>
        </w:rPr>
        <w:t>ing options,</w:t>
      </w:r>
      <w:r w:rsidR="000556FC">
        <w:rPr>
          <w:lang w:val="en-GB"/>
        </w:rPr>
        <w:t xml:space="preserve"> </w:t>
      </w:r>
      <w:r w:rsidR="003875F9">
        <w:rPr>
          <w:lang w:val="en-GB"/>
        </w:rPr>
        <w:t xml:space="preserve">any </w:t>
      </w:r>
      <w:r w:rsidR="000556FC">
        <w:rPr>
          <w:lang w:val="en-GB"/>
        </w:rPr>
        <w:t xml:space="preserve">malfunctions are displayed not only </w:t>
      </w:r>
      <w:r w:rsidR="003875F9">
        <w:rPr>
          <w:lang w:val="en-GB"/>
        </w:rPr>
        <w:t>on</w:t>
      </w:r>
      <w:r w:rsidR="000556FC">
        <w:rPr>
          <w:lang w:val="en-GB"/>
        </w:rPr>
        <w:t xml:space="preserve"> the </w:t>
      </w:r>
      <w:r w:rsidR="00861973">
        <w:rPr>
          <w:lang w:val="en-GB"/>
        </w:rPr>
        <w:t>control</w:t>
      </w:r>
      <w:r w:rsidR="000556FC">
        <w:rPr>
          <w:lang w:val="en-GB"/>
        </w:rPr>
        <w:t xml:space="preserve"> panel but also on mobile terminals</w:t>
      </w:r>
      <w:r w:rsidR="00C1109F" w:rsidRPr="00413F3C">
        <w:rPr>
          <w:lang w:val="en-GB"/>
        </w:rPr>
        <w:t>.</w:t>
      </w:r>
    </w:p>
    <w:p w14:paraId="51D753A5" w14:textId="77777777" w:rsidR="00C1109F" w:rsidRPr="00413F3C" w:rsidRDefault="00C1109F" w:rsidP="00C1109F">
      <w:pPr>
        <w:rPr>
          <w:lang w:val="en-GB"/>
        </w:rPr>
      </w:pPr>
    </w:p>
    <w:p w14:paraId="177FB393" w14:textId="53D6BF7C" w:rsidR="00C1109F" w:rsidRPr="00413F3C" w:rsidRDefault="00941824" w:rsidP="00C1109F">
      <w:pPr>
        <w:rPr>
          <w:lang w:val="en-GB"/>
        </w:rPr>
      </w:pPr>
      <w:r>
        <w:rPr>
          <w:lang w:val="en-GB"/>
        </w:rPr>
        <w:t>The second prize-winner, a mobile robotics system, supports</w:t>
      </w:r>
      <w:r w:rsidR="0016460B">
        <w:rPr>
          <w:lang w:val="en-GB"/>
        </w:rPr>
        <w:t xml:space="preserve"> operators in supplying</w:t>
      </w:r>
      <w:r>
        <w:rPr>
          <w:lang w:val="en-GB"/>
        </w:rPr>
        <w:t xml:space="preserve"> materials </w:t>
      </w:r>
      <w:r w:rsidR="0016460B">
        <w:rPr>
          <w:lang w:val="en-GB"/>
        </w:rPr>
        <w:t>to</w:t>
      </w:r>
      <w:r>
        <w:rPr>
          <w:lang w:val="en-GB"/>
        </w:rPr>
        <w:t xml:space="preserve"> </w:t>
      </w:r>
      <w:r w:rsidR="006D35F3">
        <w:rPr>
          <w:lang w:val="en-GB"/>
        </w:rPr>
        <w:t xml:space="preserve">the </w:t>
      </w:r>
      <w:r>
        <w:rPr>
          <w:lang w:val="en-GB"/>
        </w:rPr>
        <w:t>filling and packaging lines.</w:t>
      </w:r>
      <w:r w:rsidR="00C1109F" w:rsidRPr="00413F3C">
        <w:rPr>
          <w:lang w:val="en-GB"/>
        </w:rPr>
        <w:t xml:space="preserve"> </w:t>
      </w:r>
      <w:r w:rsidR="007A35F9">
        <w:rPr>
          <w:lang w:val="en-GB"/>
        </w:rPr>
        <w:t xml:space="preserve">In </w:t>
      </w:r>
      <w:r w:rsidR="006D35F3">
        <w:rPr>
          <w:lang w:val="en-GB"/>
        </w:rPr>
        <w:t>one such</w:t>
      </w:r>
      <w:r w:rsidR="007A35F9">
        <w:rPr>
          <w:lang w:val="en-GB"/>
        </w:rPr>
        <w:t xml:space="preserve"> </w:t>
      </w:r>
      <w:r w:rsidR="00EB0089">
        <w:rPr>
          <w:lang w:val="en-GB"/>
        </w:rPr>
        <w:t>application, it</w:t>
      </w:r>
      <w:r w:rsidR="008064EF">
        <w:rPr>
          <w:lang w:val="en-GB"/>
        </w:rPr>
        <w:t xml:space="preserve"> is used for </w:t>
      </w:r>
      <w:r w:rsidR="00857F40">
        <w:rPr>
          <w:lang w:val="en-GB"/>
        </w:rPr>
        <w:t xml:space="preserve">the automatic </w:t>
      </w:r>
      <w:r w:rsidR="008064EF">
        <w:rPr>
          <w:lang w:val="en-GB"/>
        </w:rPr>
        <w:t>refill</w:t>
      </w:r>
      <w:r w:rsidR="001C2516">
        <w:rPr>
          <w:lang w:val="en-GB"/>
        </w:rPr>
        <w:t>ing</w:t>
      </w:r>
      <w:r w:rsidR="008064EF">
        <w:rPr>
          <w:lang w:val="en-GB"/>
        </w:rPr>
        <w:t xml:space="preserve"> </w:t>
      </w:r>
      <w:r w:rsidR="00857F40">
        <w:rPr>
          <w:lang w:val="en-GB"/>
        </w:rPr>
        <w:t xml:space="preserve">of </w:t>
      </w:r>
      <w:r w:rsidR="008064EF">
        <w:rPr>
          <w:lang w:val="en-GB"/>
        </w:rPr>
        <w:t xml:space="preserve">film reels </w:t>
      </w:r>
      <w:r w:rsidR="00857F40">
        <w:rPr>
          <w:lang w:val="en-GB"/>
        </w:rPr>
        <w:t>in</w:t>
      </w:r>
      <w:r w:rsidR="008064EF">
        <w:rPr>
          <w:lang w:val="en-GB"/>
        </w:rPr>
        <w:t xml:space="preserve"> packers. </w:t>
      </w:r>
      <w:r w:rsidR="001C2516">
        <w:rPr>
          <w:lang w:val="en-GB"/>
        </w:rPr>
        <w:t xml:space="preserve">By automating </w:t>
      </w:r>
      <w:r w:rsidR="008064EF">
        <w:rPr>
          <w:lang w:val="en-GB"/>
        </w:rPr>
        <w:t>activities previously performed by hand</w:t>
      </w:r>
      <w:r w:rsidR="001C2516">
        <w:rPr>
          <w:lang w:val="en-GB"/>
        </w:rPr>
        <w:t xml:space="preserve"> in this way, line owners can reduce operating costs and render their production more flexible. Thanks to its integrative</w:t>
      </w:r>
      <w:r w:rsidR="008F0F19">
        <w:rPr>
          <w:lang w:val="en-GB"/>
        </w:rPr>
        <w:t xml:space="preserve">, </w:t>
      </w:r>
      <w:r w:rsidR="00EB0089">
        <w:rPr>
          <w:lang w:val="en-GB"/>
        </w:rPr>
        <w:t>no-frills</w:t>
      </w:r>
      <w:r w:rsidR="008F0F19">
        <w:rPr>
          <w:lang w:val="en-GB"/>
        </w:rPr>
        <w:t xml:space="preserve"> design, the robot </w:t>
      </w:r>
      <w:r w:rsidR="00173362">
        <w:rPr>
          <w:lang w:val="en-GB"/>
        </w:rPr>
        <w:t xml:space="preserve">accurately </w:t>
      </w:r>
      <w:r w:rsidR="00BD2B6A">
        <w:rPr>
          <w:lang w:val="en-GB"/>
        </w:rPr>
        <w:t>meets all relevant</w:t>
      </w:r>
      <w:r w:rsidR="008F0F19">
        <w:rPr>
          <w:lang w:val="en-GB"/>
        </w:rPr>
        <w:t xml:space="preserve"> standards in the food and beverage industry</w:t>
      </w:r>
      <w:r w:rsidR="00C1109F" w:rsidRPr="00413F3C">
        <w:rPr>
          <w:lang w:val="en-GB"/>
        </w:rPr>
        <w:t>.</w:t>
      </w:r>
    </w:p>
    <w:p w14:paraId="689087E7" w14:textId="77777777" w:rsidR="005955DB" w:rsidRPr="00413F3C" w:rsidRDefault="005955DB" w:rsidP="00C1109F">
      <w:pPr>
        <w:rPr>
          <w:lang w:val="en-GB"/>
        </w:rPr>
      </w:pPr>
    </w:p>
    <w:p w14:paraId="762B327E" w14:textId="5CA5DF06" w:rsidR="00B51434" w:rsidRPr="00413F3C" w:rsidRDefault="00224DAB" w:rsidP="00C1109F">
      <w:pPr>
        <w:rPr>
          <w:lang w:val="en-GB"/>
        </w:rPr>
      </w:pPr>
      <w:r>
        <w:rPr>
          <w:lang w:val="en-GB"/>
        </w:rPr>
        <w:t>The top-flight</w:t>
      </w:r>
      <w:r w:rsidR="00C1109F" w:rsidRPr="00413F3C">
        <w:rPr>
          <w:lang w:val="en-GB"/>
        </w:rPr>
        <w:t xml:space="preserve"> international </w:t>
      </w:r>
      <w:r>
        <w:rPr>
          <w:lang w:val="en-GB"/>
        </w:rPr>
        <w:t>j</w:t>
      </w:r>
      <w:r w:rsidR="00C1109F" w:rsidRPr="00413F3C">
        <w:rPr>
          <w:lang w:val="en-GB"/>
        </w:rPr>
        <w:t xml:space="preserve">ury </w:t>
      </w:r>
      <w:r>
        <w:rPr>
          <w:lang w:val="en-GB"/>
        </w:rPr>
        <w:t>of the</w:t>
      </w:r>
      <w:r w:rsidR="00C1109F" w:rsidRPr="00413F3C">
        <w:rPr>
          <w:lang w:val="en-GB"/>
        </w:rPr>
        <w:t xml:space="preserve"> German Design Award </w:t>
      </w:r>
      <w:r>
        <w:rPr>
          <w:lang w:val="en-GB"/>
        </w:rPr>
        <w:t>was equally impressed by both solutions. Krones ha</w:t>
      </w:r>
      <w:r w:rsidR="00EF03A4">
        <w:rPr>
          <w:lang w:val="en-GB"/>
        </w:rPr>
        <w:t>s</w:t>
      </w:r>
      <w:r>
        <w:rPr>
          <w:lang w:val="en-GB"/>
        </w:rPr>
        <w:t xml:space="preserve"> already won a number of design awards at regular intervals</w:t>
      </w:r>
      <w:r w:rsidR="0022331B">
        <w:rPr>
          <w:lang w:val="en-GB"/>
        </w:rPr>
        <w:t xml:space="preserve"> and </w:t>
      </w:r>
      <w:r w:rsidR="002E470B">
        <w:rPr>
          <w:lang w:val="en-GB"/>
        </w:rPr>
        <w:t xml:space="preserve">has </w:t>
      </w:r>
      <w:r>
        <w:rPr>
          <w:lang w:val="en-GB"/>
        </w:rPr>
        <w:t xml:space="preserve">now </w:t>
      </w:r>
      <w:r w:rsidR="002E470B">
        <w:rPr>
          <w:lang w:val="en-GB"/>
        </w:rPr>
        <w:t xml:space="preserve">written yet another chapter in </w:t>
      </w:r>
      <w:r w:rsidR="00CA1957">
        <w:rPr>
          <w:lang w:val="en-GB"/>
        </w:rPr>
        <w:t>its success story,</w:t>
      </w:r>
      <w:r>
        <w:rPr>
          <w:lang w:val="en-GB"/>
        </w:rPr>
        <w:t xml:space="preserve"> prov</w:t>
      </w:r>
      <w:r w:rsidR="00CA1957">
        <w:rPr>
          <w:lang w:val="en-GB"/>
        </w:rPr>
        <w:t>ing</w:t>
      </w:r>
      <w:r>
        <w:rPr>
          <w:lang w:val="en-GB"/>
        </w:rPr>
        <w:t xml:space="preserve"> </w:t>
      </w:r>
      <w:r w:rsidR="002E470B">
        <w:rPr>
          <w:lang w:val="en-GB"/>
        </w:rPr>
        <w:t>once more</w:t>
      </w:r>
      <w:r>
        <w:rPr>
          <w:lang w:val="en-GB"/>
        </w:rPr>
        <w:t xml:space="preserve"> that excellent solutions and sustainable technology can be optimally combined with </w:t>
      </w:r>
      <w:r w:rsidR="00B40F40">
        <w:rPr>
          <w:lang w:val="en-GB"/>
        </w:rPr>
        <w:t>superior</w:t>
      </w:r>
      <w:r>
        <w:rPr>
          <w:lang w:val="en-GB"/>
        </w:rPr>
        <w:t xml:space="preserve"> d</w:t>
      </w:r>
      <w:r w:rsidR="00C1109F" w:rsidRPr="00413F3C">
        <w:rPr>
          <w:lang w:val="en-GB"/>
        </w:rPr>
        <w:t>esign.</w:t>
      </w:r>
      <w:r w:rsidR="00B51434" w:rsidRPr="00413F3C">
        <w:rPr>
          <w:lang w:val="en-GB"/>
        </w:rPr>
        <w:t xml:space="preserve"> </w:t>
      </w:r>
    </w:p>
    <w:p w14:paraId="59C72752" w14:textId="64AA93BB" w:rsidR="00B51434" w:rsidRPr="00413F3C" w:rsidRDefault="00B51434" w:rsidP="00117214">
      <w:pPr>
        <w:rPr>
          <w:lang w:val="en-GB"/>
        </w:rPr>
      </w:pPr>
    </w:p>
    <w:p w14:paraId="7EF248CB" w14:textId="24996A9D" w:rsidR="00C1109F" w:rsidRPr="00413F3C" w:rsidRDefault="000643FA" w:rsidP="00117214">
      <w:pPr>
        <w:rPr>
          <w:lang w:val="en-GB"/>
        </w:rPr>
      </w:pPr>
      <w:r w:rsidRPr="00413F3C">
        <w:rPr>
          <w:lang w:val="en-GB"/>
        </w:rPr>
        <w:lastRenderedPageBreak/>
        <w:t>BU: RFF_GDA23_1053_2</w:t>
      </w:r>
      <w:r w:rsidRPr="00413F3C">
        <w:rPr>
          <w:lang w:val="en-GB"/>
        </w:rPr>
        <w:br/>
        <w:t xml:space="preserve">Krones </w:t>
      </w:r>
      <w:r w:rsidR="00685169">
        <w:rPr>
          <w:lang w:val="en-GB"/>
        </w:rPr>
        <w:t>has won the German Design Award in the</w:t>
      </w:r>
      <w:r w:rsidR="00685169" w:rsidRPr="00685169">
        <w:rPr>
          <w:lang w:val="en-GB"/>
        </w:rPr>
        <w:t xml:space="preserve"> </w:t>
      </w:r>
      <w:r w:rsidR="00685169" w:rsidRPr="00413F3C">
        <w:rPr>
          <w:lang w:val="en-GB"/>
        </w:rPr>
        <w:t xml:space="preserve">Excellent Product Design Industry </w:t>
      </w:r>
      <w:r w:rsidR="00685169">
        <w:rPr>
          <w:lang w:val="en-GB"/>
        </w:rPr>
        <w:t xml:space="preserve">category for its Contiform stretch blow-moulding machine and the </w:t>
      </w:r>
      <w:r w:rsidRPr="00413F3C">
        <w:rPr>
          <w:lang w:val="en-GB"/>
        </w:rPr>
        <w:t>Mobile Production Robotics</w:t>
      </w:r>
      <w:r w:rsidR="00685169">
        <w:rPr>
          <w:lang w:val="en-GB"/>
        </w:rPr>
        <w:t xml:space="preserve"> system.</w:t>
      </w:r>
    </w:p>
    <w:p w14:paraId="2D757776" w14:textId="0E74A2D1" w:rsidR="00C1109F" w:rsidRPr="00413F3C" w:rsidRDefault="00C1109F" w:rsidP="00117214">
      <w:pPr>
        <w:rPr>
          <w:lang w:val="en-GB"/>
        </w:rPr>
      </w:pPr>
    </w:p>
    <w:p w14:paraId="2B96E134" w14:textId="77777777" w:rsidR="00C1109F" w:rsidRPr="00413F3C" w:rsidRDefault="00C1109F" w:rsidP="00117214">
      <w:pPr>
        <w:rPr>
          <w:lang w:val="en-GB"/>
        </w:rPr>
      </w:pPr>
    </w:p>
    <w:p w14:paraId="1D3AF745" w14:textId="77777777" w:rsidR="004720E6" w:rsidRPr="009667EF" w:rsidRDefault="004720E6" w:rsidP="004720E6">
      <w:pPr>
        <w:pStyle w:val="PrIText"/>
        <w:rPr>
          <w:rFonts w:ascii="Times New Roman" w:hAnsi="Times New Roman"/>
          <w:b/>
          <w:bCs/>
          <w:noProof w:val="0"/>
          <w:lang w:val="en-GB"/>
        </w:rPr>
      </w:pPr>
      <w:r>
        <w:rPr>
          <w:rFonts w:ascii="Times New Roman" w:hAnsi="Times New Roman"/>
          <w:b/>
          <w:bCs/>
          <w:noProof w:val="0"/>
          <w:lang w:val="en-GB"/>
        </w:rPr>
        <w:t>Your contact person</w:t>
      </w:r>
      <w:r w:rsidRPr="009667EF">
        <w:rPr>
          <w:rFonts w:ascii="Times New Roman" w:hAnsi="Times New Roman"/>
          <w:b/>
          <w:bCs/>
          <w:noProof w:val="0"/>
          <w:lang w:val="en-GB"/>
        </w:rPr>
        <w:t>:</w:t>
      </w:r>
    </w:p>
    <w:p w14:paraId="7A2CCA42" w14:textId="77777777" w:rsidR="004720E6" w:rsidRPr="009667EF" w:rsidRDefault="004720E6" w:rsidP="004720E6">
      <w:pPr>
        <w:pStyle w:val="PrIText"/>
        <w:rPr>
          <w:rFonts w:ascii="Times New Roman" w:hAnsi="Times New Roman"/>
          <w:noProof w:val="0"/>
          <w:lang w:val="en-GB"/>
        </w:rPr>
      </w:pPr>
      <w:r w:rsidRPr="009667EF">
        <w:rPr>
          <w:rFonts w:ascii="Times New Roman" w:hAnsi="Times New Roman"/>
          <w:noProof w:val="0"/>
          <w:lang w:val="en-GB"/>
        </w:rPr>
        <w:t>Ingrid Reuschl</w:t>
      </w:r>
    </w:p>
    <w:p w14:paraId="23584F06" w14:textId="77777777" w:rsidR="004720E6" w:rsidRPr="009667EF" w:rsidRDefault="004720E6" w:rsidP="004720E6">
      <w:pPr>
        <w:pStyle w:val="PrIText"/>
        <w:rPr>
          <w:rFonts w:ascii="Times New Roman" w:hAnsi="Times New Roman"/>
          <w:noProof w:val="0"/>
          <w:lang w:val="en-GB"/>
        </w:rPr>
      </w:pPr>
      <w:r w:rsidRPr="009667EF">
        <w:rPr>
          <w:rFonts w:ascii="Times New Roman" w:hAnsi="Times New Roman"/>
          <w:noProof w:val="0"/>
          <w:lang w:val="en-GB"/>
        </w:rPr>
        <w:t>Head of Corporate Communications</w:t>
      </w:r>
    </w:p>
    <w:p w14:paraId="0DDC5533" w14:textId="77777777" w:rsidR="004720E6" w:rsidRPr="009667EF" w:rsidRDefault="004720E6" w:rsidP="004720E6">
      <w:pPr>
        <w:pStyle w:val="PrIText"/>
        <w:rPr>
          <w:rFonts w:ascii="Times New Roman" w:hAnsi="Times New Roman"/>
          <w:noProof w:val="0"/>
          <w:lang w:val="en-GB"/>
        </w:rPr>
      </w:pPr>
      <w:r w:rsidRPr="009667EF">
        <w:rPr>
          <w:rFonts w:ascii="Times New Roman" w:hAnsi="Times New Roman"/>
          <w:noProof w:val="0"/>
          <w:lang w:val="en-GB"/>
        </w:rPr>
        <w:t>KRONES AG</w:t>
      </w:r>
    </w:p>
    <w:p w14:paraId="58BD4BF5" w14:textId="77777777" w:rsidR="004720E6" w:rsidRPr="009667EF" w:rsidRDefault="004720E6" w:rsidP="004720E6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9667EF">
        <w:rPr>
          <w:rFonts w:ascii="Times New Roman" w:hAnsi="Times New Roman"/>
          <w:noProof w:val="0"/>
          <w:lang w:val="en-GB"/>
        </w:rPr>
        <w:t xml:space="preserve">Tel.: </w:t>
      </w:r>
      <w:r w:rsidRPr="009667EF">
        <w:rPr>
          <w:rFonts w:ascii="Times New Roman" w:hAnsi="Times New Roman"/>
          <w:noProof w:val="0"/>
          <w:lang w:val="en-GB"/>
        </w:rPr>
        <w:tab/>
        <w:t>+49 9401-70</w:t>
      </w:r>
      <w:r>
        <w:rPr>
          <w:rFonts w:ascii="Times New Roman" w:hAnsi="Times New Roman"/>
          <w:noProof w:val="0"/>
          <w:lang w:val="en-GB"/>
        </w:rPr>
        <w:t xml:space="preserve"> </w:t>
      </w:r>
      <w:r w:rsidRPr="009667EF">
        <w:rPr>
          <w:rFonts w:ascii="Times New Roman" w:hAnsi="Times New Roman"/>
          <w:noProof w:val="0"/>
          <w:lang w:val="en-GB"/>
        </w:rPr>
        <w:t>1970</w:t>
      </w:r>
    </w:p>
    <w:p w14:paraId="7117EC50" w14:textId="77777777" w:rsidR="004720E6" w:rsidRPr="009667EF" w:rsidRDefault="004720E6" w:rsidP="004720E6">
      <w:pPr>
        <w:pStyle w:val="PrIText"/>
        <w:tabs>
          <w:tab w:val="left" w:pos="851"/>
        </w:tabs>
        <w:rPr>
          <w:lang w:val="en-GB"/>
        </w:rPr>
      </w:pPr>
      <w:r w:rsidRPr="009667EF">
        <w:rPr>
          <w:rFonts w:ascii="Times New Roman" w:hAnsi="Times New Roman"/>
          <w:noProof w:val="0"/>
          <w:lang w:val="en-GB"/>
        </w:rPr>
        <w:t>E</w:t>
      </w:r>
      <w:r>
        <w:rPr>
          <w:rFonts w:ascii="Times New Roman" w:hAnsi="Times New Roman"/>
          <w:noProof w:val="0"/>
          <w:lang w:val="en-GB"/>
        </w:rPr>
        <w:t>m</w:t>
      </w:r>
      <w:r w:rsidRPr="009667EF">
        <w:rPr>
          <w:rFonts w:ascii="Times New Roman" w:hAnsi="Times New Roman"/>
          <w:noProof w:val="0"/>
          <w:lang w:val="en-GB"/>
        </w:rPr>
        <w:t xml:space="preserve">ail: </w:t>
      </w:r>
      <w:r w:rsidRPr="009667EF">
        <w:rPr>
          <w:rFonts w:ascii="Times New Roman" w:hAnsi="Times New Roman"/>
          <w:noProof w:val="0"/>
          <w:lang w:val="en-GB"/>
        </w:rPr>
        <w:tab/>
        <w:t>presse@krones.com</w:t>
      </w:r>
    </w:p>
    <w:p w14:paraId="03CDA155" w14:textId="77777777" w:rsidR="00B51434" w:rsidRPr="00413F3C" w:rsidRDefault="00B51434" w:rsidP="00117214">
      <w:pPr>
        <w:rPr>
          <w:lang w:val="en-GB"/>
        </w:rPr>
      </w:pPr>
    </w:p>
    <w:p w14:paraId="02B2EC4F" w14:textId="77777777" w:rsidR="00B51434" w:rsidRPr="00413F3C" w:rsidRDefault="00B51434" w:rsidP="00117214">
      <w:pPr>
        <w:rPr>
          <w:lang w:val="en-GB"/>
        </w:rPr>
      </w:pPr>
    </w:p>
    <w:p w14:paraId="25204F8B" w14:textId="77777777" w:rsidR="00B51434" w:rsidRPr="00413F3C" w:rsidRDefault="00B51434" w:rsidP="00117214">
      <w:pPr>
        <w:rPr>
          <w:lang w:val="en-GB"/>
        </w:rPr>
      </w:pPr>
    </w:p>
    <w:p w14:paraId="63984DDB" w14:textId="77777777" w:rsidR="00B51434" w:rsidRPr="00413F3C" w:rsidRDefault="00B51434" w:rsidP="00117214">
      <w:pPr>
        <w:rPr>
          <w:lang w:val="en-GB"/>
        </w:rPr>
      </w:pPr>
    </w:p>
    <w:p w14:paraId="64EFAA8A" w14:textId="77777777" w:rsidR="00B51434" w:rsidRPr="00413F3C" w:rsidRDefault="00B51434" w:rsidP="00117214">
      <w:pPr>
        <w:rPr>
          <w:lang w:val="en-GB"/>
        </w:rPr>
      </w:pPr>
    </w:p>
    <w:p w14:paraId="596E641F" w14:textId="77777777" w:rsidR="00B51434" w:rsidRPr="00413F3C" w:rsidRDefault="00B51434" w:rsidP="00117214">
      <w:pPr>
        <w:rPr>
          <w:lang w:val="en-GB"/>
        </w:rPr>
      </w:pPr>
    </w:p>
    <w:p w14:paraId="7B03D9FE" w14:textId="77777777" w:rsidR="00B51434" w:rsidRPr="00413F3C" w:rsidRDefault="00B51434" w:rsidP="00117214">
      <w:pPr>
        <w:rPr>
          <w:lang w:val="en-GB"/>
        </w:rPr>
      </w:pPr>
    </w:p>
    <w:p w14:paraId="5DCED238" w14:textId="77777777" w:rsidR="00B51434" w:rsidRPr="00413F3C" w:rsidRDefault="00B51434" w:rsidP="00117214">
      <w:pPr>
        <w:rPr>
          <w:lang w:val="en-GB"/>
        </w:rPr>
      </w:pPr>
    </w:p>
    <w:p w14:paraId="62638C61" w14:textId="77777777" w:rsidR="00B51434" w:rsidRPr="00413F3C" w:rsidRDefault="00B51434" w:rsidP="00117214">
      <w:pPr>
        <w:rPr>
          <w:lang w:val="en-GB"/>
        </w:rPr>
      </w:pPr>
    </w:p>
    <w:p w14:paraId="200D3D82" w14:textId="77777777" w:rsidR="00B51434" w:rsidRPr="00413F3C" w:rsidRDefault="00B51434" w:rsidP="00117214">
      <w:pPr>
        <w:rPr>
          <w:lang w:val="en-GB"/>
        </w:rPr>
      </w:pPr>
    </w:p>
    <w:p w14:paraId="36FD56A7" w14:textId="77777777" w:rsidR="00B51434" w:rsidRPr="00413F3C" w:rsidRDefault="00B51434" w:rsidP="00117214">
      <w:pPr>
        <w:rPr>
          <w:lang w:val="en-GB"/>
        </w:rPr>
      </w:pPr>
    </w:p>
    <w:p w14:paraId="2FF227E0" w14:textId="77777777" w:rsidR="00B51434" w:rsidRPr="00413F3C" w:rsidRDefault="00B51434" w:rsidP="00117214">
      <w:pPr>
        <w:rPr>
          <w:lang w:val="en-GB"/>
        </w:rPr>
      </w:pPr>
    </w:p>
    <w:p w14:paraId="77F082BB" w14:textId="77777777" w:rsidR="00B51434" w:rsidRPr="00413F3C" w:rsidRDefault="00B51434" w:rsidP="00117214">
      <w:pPr>
        <w:rPr>
          <w:lang w:val="en-GB"/>
        </w:rPr>
      </w:pPr>
    </w:p>
    <w:p w14:paraId="60D42F46" w14:textId="77777777" w:rsidR="00B51434" w:rsidRPr="00413F3C" w:rsidRDefault="00B51434" w:rsidP="00117214">
      <w:pPr>
        <w:rPr>
          <w:lang w:val="en-GB"/>
        </w:rPr>
      </w:pPr>
    </w:p>
    <w:p w14:paraId="47268DA2" w14:textId="77777777" w:rsidR="00B51434" w:rsidRPr="00413F3C" w:rsidRDefault="00B51434" w:rsidP="00117214">
      <w:pPr>
        <w:rPr>
          <w:lang w:val="en-GB"/>
        </w:rPr>
      </w:pPr>
    </w:p>
    <w:p w14:paraId="2D146DB3" w14:textId="77777777" w:rsidR="00B51434" w:rsidRPr="00413F3C" w:rsidRDefault="00B51434" w:rsidP="00117214">
      <w:pPr>
        <w:rPr>
          <w:lang w:val="en-GB"/>
        </w:rPr>
      </w:pPr>
    </w:p>
    <w:p w14:paraId="03C12A72" w14:textId="77777777" w:rsidR="00B51434" w:rsidRPr="00413F3C" w:rsidRDefault="00B51434" w:rsidP="00117214">
      <w:pPr>
        <w:rPr>
          <w:lang w:val="en-GB"/>
        </w:rPr>
      </w:pPr>
    </w:p>
    <w:p w14:paraId="248616A8" w14:textId="77777777" w:rsidR="00C0221B" w:rsidRPr="00413F3C" w:rsidRDefault="00C0221B" w:rsidP="00117214">
      <w:pPr>
        <w:rPr>
          <w:lang w:val="en-GB"/>
        </w:rPr>
      </w:pPr>
    </w:p>
    <w:p w14:paraId="471FEA32" w14:textId="77777777" w:rsidR="00C0221B" w:rsidRPr="00413F3C" w:rsidRDefault="00C0221B" w:rsidP="00117214">
      <w:pPr>
        <w:rPr>
          <w:lang w:val="en-GB"/>
        </w:rPr>
      </w:pPr>
    </w:p>
    <w:sectPr w:rsidR="00C0221B" w:rsidRPr="00413F3C" w:rsidSect="00C0221B">
      <w:headerReference w:type="default" r:id="rId8"/>
      <w:footerReference w:type="default" r:id="rId9"/>
      <w:headerReference w:type="first" r:id="rId10"/>
      <w:footerReference w:type="first" r:id="rId11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8F9D8" w14:textId="77777777" w:rsidR="007B4B6F" w:rsidRDefault="007B4B6F" w:rsidP="00117214">
      <w:r>
        <w:separator/>
      </w:r>
    </w:p>
  </w:endnote>
  <w:endnote w:type="continuationSeparator" w:id="0">
    <w:p w14:paraId="0FE1A596" w14:textId="77777777" w:rsidR="007B4B6F" w:rsidRDefault="007B4B6F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03331E63" w14:textId="77777777" w:rsidTr="00C0221B">
      <w:trPr>
        <w:cantSplit/>
      </w:trPr>
      <w:tc>
        <w:tcPr>
          <w:tcW w:w="1410" w:type="dxa"/>
        </w:tcPr>
        <w:p w14:paraId="5EADE87E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50BD1525" w14:textId="77777777" w:rsidR="00117214" w:rsidRPr="00C0221B" w:rsidRDefault="00117214" w:rsidP="00C0221B">
          <w:pPr>
            <w:pStyle w:val="Fuzeile"/>
          </w:pPr>
          <w:r w:rsidRPr="00C0221B">
            <w:t>Presseabteilung</w:t>
          </w:r>
        </w:p>
      </w:tc>
      <w:tc>
        <w:tcPr>
          <w:tcW w:w="1701" w:type="dxa"/>
        </w:tcPr>
        <w:p w14:paraId="00E11173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5567168F" w14:textId="77777777" w:rsidR="00117214" w:rsidRPr="00C0221B" w:rsidRDefault="00117214" w:rsidP="00C0221B">
          <w:pPr>
            <w:pStyle w:val="Fuzeile"/>
          </w:pPr>
          <w:r w:rsidRPr="00C0221B">
            <w:t>93073 Neutraubling</w:t>
          </w:r>
        </w:p>
        <w:p w14:paraId="6ED9451D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203D54AF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Telefon</w:t>
          </w:r>
        </w:p>
        <w:p w14:paraId="6BE68DD2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06DB9FBD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328BBF3F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3634A675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1CE2B6CA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408B2685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5518C91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148A5EC3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1B620847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1AE4506E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>Veuillez envoyer une copie de la publication à: KRONES AG</w:t>
          </w:r>
        </w:p>
        <w:p w14:paraId="43EE4E1F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2837E403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5B216087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9667EF" w14:paraId="492860A4" w14:textId="77777777" w:rsidTr="00C0221B">
      <w:trPr>
        <w:cantSplit/>
      </w:trPr>
      <w:tc>
        <w:tcPr>
          <w:tcW w:w="1410" w:type="dxa"/>
        </w:tcPr>
        <w:p w14:paraId="0B0E0025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332843B7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2ABA86C5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50D0EB63" w14:textId="77777777" w:rsidR="00117214" w:rsidRPr="00B51434" w:rsidRDefault="00117214" w:rsidP="00C0221B">
          <w:pPr>
            <w:pStyle w:val="Fuzeile"/>
          </w:pPr>
          <w:r w:rsidRPr="00B51434">
            <w:t>93073 Neutraubling</w:t>
          </w:r>
        </w:p>
        <w:p w14:paraId="79E31B2A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1896112C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501D82A6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172A06F4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425980A7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7EA9617A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430D8B38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79A2AD98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70EAA0A5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7421C0AA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4DE93B29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078F620C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>Veuillez envoyer une copie de la publication à: KRONES AG</w:t>
          </w:r>
        </w:p>
        <w:p w14:paraId="22B12B25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01D0FA8B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2D104B9F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6CC0E" w14:textId="77777777" w:rsidR="007B4B6F" w:rsidRDefault="007B4B6F" w:rsidP="00117214">
      <w:r>
        <w:separator/>
      </w:r>
    </w:p>
  </w:footnote>
  <w:footnote w:type="continuationSeparator" w:id="0">
    <w:p w14:paraId="4B200E7C" w14:textId="77777777" w:rsidR="007B4B6F" w:rsidRDefault="007B4B6F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82E36" w14:textId="77777777" w:rsidR="00117214" w:rsidRDefault="00117214" w:rsidP="00117214">
    <w:pPr>
      <w:pStyle w:val="PrITitel"/>
    </w:pPr>
    <w:r w:rsidRPr="00117214">
      <w:t>Presseinformation</w:t>
    </w:r>
  </w:p>
  <w:p w14:paraId="3AB18165" w14:textId="77777777" w:rsidR="00117214" w:rsidRDefault="00117214" w:rsidP="00117214">
    <w:pPr>
      <w:pStyle w:val="PrITitel"/>
    </w:pPr>
    <w:r>
      <w:t>Press release</w:t>
    </w:r>
  </w:p>
  <w:p w14:paraId="46BDC6E0" w14:textId="77777777" w:rsidR="00117214" w:rsidRDefault="00117214" w:rsidP="00117214">
    <w:pPr>
      <w:pStyle w:val="PrITitel"/>
    </w:pPr>
    <w:r>
      <w:t>Bulletin de presse</w:t>
    </w:r>
  </w:p>
  <w:p w14:paraId="798355EA" w14:textId="77777777" w:rsidR="00117214" w:rsidRDefault="00117214" w:rsidP="00117214">
    <w:pPr>
      <w:pStyle w:val="PrITitel"/>
    </w:pPr>
    <w:r>
      <w:t>Boletín de prensa</w:t>
    </w:r>
  </w:p>
  <w:p w14:paraId="3E83EA58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3674CE42" wp14:editId="3A198D73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405C" w14:textId="77777777" w:rsidR="00117214" w:rsidRDefault="00117214" w:rsidP="00117214">
    <w:pPr>
      <w:pStyle w:val="PrITitel"/>
    </w:pPr>
    <w:r>
      <w:t>Presseinformation</w:t>
    </w:r>
  </w:p>
  <w:p w14:paraId="5627D0C1" w14:textId="77777777" w:rsidR="00117214" w:rsidRDefault="00117214" w:rsidP="00117214">
    <w:pPr>
      <w:pStyle w:val="PrITitel"/>
    </w:pPr>
    <w:r>
      <w:t>Press release</w:t>
    </w:r>
  </w:p>
  <w:p w14:paraId="508052F4" w14:textId="77777777" w:rsidR="00117214" w:rsidRDefault="00117214" w:rsidP="00117214">
    <w:pPr>
      <w:pStyle w:val="PrITitel"/>
    </w:pPr>
    <w:r>
      <w:t>Bulletin de presse</w:t>
    </w:r>
  </w:p>
  <w:p w14:paraId="65FB487C" w14:textId="77777777" w:rsidR="00117214" w:rsidRDefault="00117214" w:rsidP="00117214">
    <w:pPr>
      <w:pStyle w:val="PrITitel"/>
    </w:pPr>
    <w:r>
      <w:t>Boletín de prensa</w:t>
    </w:r>
  </w:p>
  <w:p w14:paraId="7418A1D3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01543598" wp14:editId="1698C045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8940AE2"/>
    <w:multiLevelType w:val="hybridMultilevel"/>
    <w:tmpl w:val="7F3480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3C6353"/>
    <w:multiLevelType w:val="hybridMultilevel"/>
    <w:tmpl w:val="51EC58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5463504">
    <w:abstractNumId w:val="15"/>
  </w:num>
  <w:num w:numId="2" w16cid:durableId="355153015">
    <w:abstractNumId w:val="11"/>
  </w:num>
  <w:num w:numId="3" w16cid:durableId="1595164171">
    <w:abstractNumId w:val="13"/>
  </w:num>
  <w:num w:numId="4" w16cid:durableId="1156456306">
    <w:abstractNumId w:val="18"/>
  </w:num>
  <w:num w:numId="5" w16cid:durableId="967442749">
    <w:abstractNumId w:val="14"/>
  </w:num>
  <w:num w:numId="6" w16cid:durableId="479425152">
    <w:abstractNumId w:val="12"/>
  </w:num>
  <w:num w:numId="7" w16cid:durableId="1547450682">
    <w:abstractNumId w:val="9"/>
  </w:num>
  <w:num w:numId="8" w16cid:durableId="1338266178">
    <w:abstractNumId w:val="7"/>
  </w:num>
  <w:num w:numId="9" w16cid:durableId="920715606">
    <w:abstractNumId w:val="6"/>
  </w:num>
  <w:num w:numId="10" w16cid:durableId="1764762371">
    <w:abstractNumId w:val="5"/>
  </w:num>
  <w:num w:numId="11" w16cid:durableId="150945036">
    <w:abstractNumId w:val="4"/>
  </w:num>
  <w:num w:numId="12" w16cid:durableId="134298804">
    <w:abstractNumId w:val="8"/>
  </w:num>
  <w:num w:numId="13" w16cid:durableId="298926555">
    <w:abstractNumId w:val="3"/>
  </w:num>
  <w:num w:numId="14" w16cid:durableId="718285319">
    <w:abstractNumId w:val="2"/>
  </w:num>
  <w:num w:numId="15" w16cid:durableId="77410166">
    <w:abstractNumId w:val="1"/>
  </w:num>
  <w:num w:numId="16" w16cid:durableId="1362629422">
    <w:abstractNumId w:val="0"/>
  </w:num>
  <w:num w:numId="17" w16cid:durableId="1556622317">
    <w:abstractNumId w:val="16"/>
  </w:num>
  <w:num w:numId="18" w16cid:durableId="620113314">
    <w:abstractNumId w:val="17"/>
  </w:num>
  <w:num w:numId="19" w16cid:durableId="17097215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C6"/>
    <w:rsid w:val="00037791"/>
    <w:rsid w:val="000556FC"/>
    <w:rsid w:val="000643FA"/>
    <w:rsid w:val="000B265E"/>
    <w:rsid w:val="000C473B"/>
    <w:rsid w:val="000D0EBB"/>
    <w:rsid w:val="000E6D31"/>
    <w:rsid w:val="001021E2"/>
    <w:rsid w:val="00117214"/>
    <w:rsid w:val="001312B3"/>
    <w:rsid w:val="0016460B"/>
    <w:rsid w:val="00173362"/>
    <w:rsid w:val="001B3A07"/>
    <w:rsid w:val="001C2516"/>
    <w:rsid w:val="001E29E2"/>
    <w:rsid w:val="00215577"/>
    <w:rsid w:val="0022331B"/>
    <w:rsid w:val="00224DAB"/>
    <w:rsid w:val="00251ECD"/>
    <w:rsid w:val="002849D1"/>
    <w:rsid w:val="00290A7A"/>
    <w:rsid w:val="002A7B66"/>
    <w:rsid w:val="002B4CE0"/>
    <w:rsid w:val="002D157B"/>
    <w:rsid w:val="002D58E6"/>
    <w:rsid w:val="002D7C32"/>
    <w:rsid w:val="002E470B"/>
    <w:rsid w:val="002F7D9C"/>
    <w:rsid w:val="00316214"/>
    <w:rsid w:val="00320D0B"/>
    <w:rsid w:val="00365609"/>
    <w:rsid w:val="003875F9"/>
    <w:rsid w:val="00391D37"/>
    <w:rsid w:val="003C1419"/>
    <w:rsid w:val="003D6B4E"/>
    <w:rsid w:val="003E2FEB"/>
    <w:rsid w:val="00413F3C"/>
    <w:rsid w:val="00445805"/>
    <w:rsid w:val="004720E6"/>
    <w:rsid w:val="004752A3"/>
    <w:rsid w:val="004B5463"/>
    <w:rsid w:val="004E20ED"/>
    <w:rsid w:val="00503C80"/>
    <w:rsid w:val="00505B6A"/>
    <w:rsid w:val="005062DC"/>
    <w:rsid w:val="0051594B"/>
    <w:rsid w:val="005216F2"/>
    <w:rsid w:val="00536266"/>
    <w:rsid w:val="00547434"/>
    <w:rsid w:val="005955DB"/>
    <w:rsid w:val="005A1BCB"/>
    <w:rsid w:val="005C76B4"/>
    <w:rsid w:val="005F1977"/>
    <w:rsid w:val="005F5ECD"/>
    <w:rsid w:val="006006FE"/>
    <w:rsid w:val="0060170D"/>
    <w:rsid w:val="00606534"/>
    <w:rsid w:val="006465CC"/>
    <w:rsid w:val="00685169"/>
    <w:rsid w:val="006C00CD"/>
    <w:rsid w:val="006C6441"/>
    <w:rsid w:val="006D35F3"/>
    <w:rsid w:val="006E1E23"/>
    <w:rsid w:val="006F1EE1"/>
    <w:rsid w:val="007402C6"/>
    <w:rsid w:val="007541BD"/>
    <w:rsid w:val="00783B0A"/>
    <w:rsid w:val="00792080"/>
    <w:rsid w:val="00792FF6"/>
    <w:rsid w:val="007A35F9"/>
    <w:rsid w:val="007B4B6F"/>
    <w:rsid w:val="007E0CFD"/>
    <w:rsid w:val="008064EF"/>
    <w:rsid w:val="00825BB0"/>
    <w:rsid w:val="00832983"/>
    <w:rsid w:val="00834CB9"/>
    <w:rsid w:val="00836B73"/>
    <w:rsid w:val="008562A8"/>
    <w:rsid w:val="0085632A"/>
    <w:rsid w:val="00857F40"/>
    <w:rsid w:val="00861973"/>
    <w:rsid w:val="008655CF"/>
    <w:rsid w:val="008B7FBC"/>
    <w:rsid w:val="008C0DDB"/>
    <w:rsid w:val="008F082C"/>
    <w:rsid w:val="008F0F19"/>
    <w:rsid w:val="008F755E"/>
    <w:rsid w:val="0091331B"/>
    <w:rsid w:val="00917012"/>
    <w:rsid w:val="00917AC2"/>
    <w:rsid w:val="00930AE8"/>
    <w:rsid w:val="00941824"/>
    <w:rsid w:val="00946964"/>
    <w:rsid w:val="009667EF"/>
    <w:rsid w:val="009B0F9C"/>
    <w:rsid w:val="009E1E84"/>
    <w:rsid w:val="009F1363"/>
    <w:rsid w:val="009F755E"/>
    <w:rsid w:val="00A21579"/>
    <w:rsid w:val="00A24A68"/>
    <w:rsid w:val="00A4147A"/>
    <w:rsid w:val="00A77CE2"/>
    <w:rsid w:val="00AB4282"/>
    <w:rsid w:val="00AB6B36"/>
    <w:rsid w:val="00AE2915"/>
    <w:rsid w:val="00AF08BC"/>
    <w:rsid w:val="00B40F40"/>
    <w:rsid w:val="00B51434"/>
    <w:rsid w:val="00B722F2"/>
    <w:rsid w:val="00B8067E"/>
    <w:rsid w:val="00B824C8"/>
    <w:rsid w:val="00BB0E23"/>
    <w:rsid w:val="00BB195E"/>
    <w:rsid w:val="00BC5371"/>
    <w:rsid w:val="00BD2B6A"/>
    <w:rsid w:val="00C0221B"/>
    <w:rsid w:val="00C10475"/>
    <w:rsid w:val="00C1109F"/>
    <w:rsid w:val="00C14CCF"/>
    <w:rsid w:val="00C54E5A"/>
    <w:rsid w:val="00C56D0B"/>
    <w:rsid w:val="00CA0DC1"/>
    <w:rsid w:val="00CA1957"/>
    <w:rsid w:val="00CA215E"/>
    <w:rsid w:val="00CB1936"/>
    <w:rsid w:val="00CD5DCF"/>
    <w:rsid w:val="00CF5C25"/>
    <w:rsid w:val="00D32622"/>
    <w:rsid w:val="00D73827"/>
    <w:rsid w:val="00D81E30"/>
    <w:rsid w:val="00DA09E6"/>
    <w:rsid w:val="00DA6ABF"/>
    <w:rsid w:val="00DB43A2"/>
    <w:rsid w:val="00E03373"/>
    <w:rsid w:val="00E10E9A"/>
    <w:rsid w:val="00E315D6"/>
    <w:rsid w:val="00E5110E"/>
    <w:rsid w:val="00E666F8"/>
    <w:rsid w:val="00E91DB2"/>
    <w:rsid w:val="00EB0089"/>
    <w:rsid w:val="00EB5C59"/>
    <w:rsid w:val="00EC5AFB"/>
    <w:rsid w:val="00EC6D87"/>
    <w:rsid w:val="00ED11BE"/>
    <w:rsid w:val="00ED696C"/>
    <w:rsid w:val="00EF03A4"/>
    <w:rsid w:val="00F24896"/>
    <w:rsid w:val="00FE6B6B"/>
    <w:rsid w:val="00FF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E79C77"/>
  <w15:docId w15:val="{DC01A888-2D15-40DB-A205-D13F0C8B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noProof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Listenabsatz">
    <w:name w:val="List Paragraph"/>
    <w:basedOn w:val="Standard"/>
    <w:uiPriority w:val="34"/>
    <w:rsid w:val="00C1109F"/>
    <w:pPr>
      <w:ind w:left="720"/>
      <w:contextualSpacing/>
    </w:pPr>
  </w:style>
  <w:style w:type="paragraph" w:customStyle="1" w:styleId="PrIText">
    <w:name w:val="PrIText"/>
    <w:rsid w:val="004720E6"/>
    <w:pPr>
      <w:spacing w:line="320" w:lineRule="exact"/>
    </w:pPr>
    <w:rPr>
      <w:rFonts w:ascii="Times" w:hAnsi="Times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3598\AppData\Local\Microsoft\Windows\INetCache\Content.Outlook\3ZB0SMA7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2</Pages>
  <Words>433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KRONES AG</Company>
  <LinksUpToDate>false</LinksUpToDate>
  <CharactersWithSpaces>2880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Moertl, Peter</dc:creator>
  <cp:lastModifiedBy>Moertl, Peter</cp:lastModifiedBy>
  <cp:revision>2</cp:revision>
  <cp:lastPrinted>2013-10-22T11:12:00Z</cp:lastPrinted>
  <dcterms:created xsi:type="dcterms:W3CDTF">2023-02-14T12:49:00Z</dcterms:created>
  <dcterms:modified xsi:type="dcterms:W3CDTF">2023-02-14T12:49:00Z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156677130</vt:i4>
  </property>
  <property fmtid="{D5CDD505-2E9C-101B-9397-08002B2CF9AE}" pid="3" name="_NewReviewCycle">
    <vt:lpwstr/>
  </property>
  <property fmtid="{D5CDD505-2E9C-101B-9397-08002B2CF9AE}" pid="4" name="_EmailSubject">
    <vt:lpwstr>PI German Design Award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</Properties>
</file>